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tbl>
      <w:tblPr>
        <w:tblpPr w:leftFromText="180" w:rightFromText="180" w:vertAnchor="text" w:horzAnchor="page" w:tblpX="1191" w:tblpY="108"/>
        <w:tblOverlap w:val="never"/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851"/>
        <w:gridCol w:w="1417"/>
        <w:gridCol w:w="2869"/>
        <w:gridCol w:w="2733"/>
      </w:tblGrid>
      <w:tr w:rsidR="00EA60BF" w:rsidRPr="00A77988" w:rsidTr="00A77988">
        <w:trPr>
          <w:trHeight w:hRule="exact" w:val="1256"/>
        </w:trPr>
        <w:tc>
          <w:tcPr>
            <w:tcW w:w="1809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sz w:val="21"/>
                <w:szCs w:val="21"/>
              </w:rPr>
              <w:t>岗位需求</w:t>
            </w:r>
          </w:p>
        </w:tc>
        <w:tc>
          <w:tcPr>
            <w:tcW w:w="851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sz w:val="21"/>
                <w:szCs w:val="21"/>
              </w:rPr>
              <w:t>需求数量</w:t>
            </w:r>
          </w:p>
        </w:tc>
        <w:tc>
          <w:tcPr>
            <w:tcW w:w="1417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sz w:val="21"/>
                <w:szCs w:val="21"/>
              </w:rPr>
              <w:t>专业要求</w:t>
            </w:r>
          </w:p>
        </w:tc>
        <w:tc>
          <w:tcPr>
            <w:tcW w:w="2869" w:type="dxa"/>
            <w:vAlign w:val="center"/>
          </w:tcPr>
          <w:p w:rsidR="00EA60BF" w:rsidRPr="00A77988" w:rsidRDefault="00EA60BF" w:rsidP="00C57C9C">
            <w:pPr>
              <w:spacing w:line="360" w:lineRule="exac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sz w:val="21"/>
                <w:szCs w:val="21"/>
              </w:rPr>
              <w:t>技能要求</w:t>
            </w:r>
          </w:p>
        </w:tc>
        <w:tc>
          <w:tcPr>
            <w:tcW w:w="2733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sz w:val="21"/>
                <w:szCs w:val="21"/>
              </w:rPr>
              <w:t>工作职责</w:t>
            </w:r>
          </w:p>
        </w:tc>
      </w:tr>
      <w:tr w:rsidR="00EA60BF" w:rsidRPr="00A77988" w:rsidTr="00C57C9C">
        <w:trPr>
          <w:trHeight w:hRule="exact" w:val="2801"/>
        </w:trPr>
        <w:tc>
          <w:tcPr>
            <w:tcW w:w="1809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kern w:val="0"/>
                <w:sz w:val="21"/>
                <w:szCs w:val="21"/>
              </w:rPr>
              <w:t>博士后</w:t>
            </w:r>
          </w:p>
        </w:tc>
        <w:tc>
          <w:tcPr>
            <w:tcW w:w="851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A60BF" w:rsidRPr="00C57C9C" w:rsidRDefault="00EA60BF" w:rsidP="00491C78">
            <w:pPr>
              <w:widowControl/>
              <w:snapToGrid w:val="0"/>
              <w:spacing w:line="500" w:lineRule="atLeas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开展车身轻量化先进制造工艺及制造装备研究课题</w:t>
            </w:r>
          </w:p>
        </w:tc>
        <w:tc>
          <w:tcPr>
            <w:tcW w:w="2869" w:type="dxa"/>
            <w:vAlign w:val="center"/>
          </w:tcPr>
          <w:p w:rsidR="00EA60BF" w:rsidRPr="00C57C9C" w:rsidRDefault="00EA60BF" w:rsidP="00491C78">
            <w:pPr>
              <w:widowControl/>
              <w:snapToGrid w:val="0"/>
              <w:spacing w:line="500" w:lineRule="atLeas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kern w:val="0"/>
                <w:sz w:val="21"/>
                <w:szCs w:val="21"/>
              </w:rPr>
              <w:t>相关专业博士毕业，有电动汽车行业经验者优先。待遇优厚，并可享受东莞市及松山湖多项补贴近百万元。</w:t>
            </w:r>
          </w:p>
        </w:tc>
        <w:tc>
          <w:tcPr>
            <w:tcW w:w="2733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博士后进站开展科研工作</w:t>
            </w:r>
          </w:p>
        </w:tc>
      </w:tr>
      <w:tr w:rsidR="00EA60BF" w:rsidRPr="00A77988" w:rsidTr="00C57C9C">
        <w:trPr>
          <w:trHeight w:hRule="exact" w:val="3106"/>
        </w:trPr>
        <w:tc>
          <w:tcPr>
            <w:tcW w:w="1809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kern w:val="0"/>
                <w:sz w:val="21"/>
                <w:szCs w:val="21"/>
              </w:rPr>
              <w:t>博士后</w:t>
            </w:r>
          </w:p>
        </w:tc>
        <w:tc>
          <w:tcPr>
            <w:tcW w:w="851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A60BF" w:rsidRPr="00C57C9C" w:rsidRDefault="00EA60BF" w:rsidP="00491C78">
            <w:pPr>
              <w:widowControl/>
              <w:snapToGrid w:val="0"/>
              <w:spacing w:line="500" w:lineRule="atLeas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开展驱动链能源管理与控制课题</w:t>
            </w:r>
          </w:p>
        </w:tc>
        <w:tc>
          <w:tcPr>
            <w:tcW w:w="2869" w:type="dxa"/>
            <w:vAlign w:val="center"/>
          </w:tcPr>
          <w:p w:rsidR="00EA60BF" w:rsidRPr="00C57C9C" w:rsidRDefault="00EA60BF" w:rsidP="00491C78">
            <w:pPr>
              <w:widowControl/>
              <w:snapToGrid w:val="0"/>
              <w:spacing w:line="500" w:lineRule="atLeas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kern w:val="0"/>
                <w:sz w:val="21"/>
                <w:szCs w:val="21"/>
              </w:rPr>
              <w:t>相关专业博士毕业，有电动汽车行业经验者优先。待遇优厚，并可享受东莞市及松山湖多项补贴近百万元。</w:t>
            </w:r>
          </w:p>
        </w:tc>
        <w:tc>
          <w:tcPr>
            <w:tcW w:w="2733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博士后进站开展科研工作</w:t>
            </w:r>
          </w:p>
        </w:tc>
      </w:tr>
      <w:tr w:rsidR="00EA60BF" w:rsidRPr="00A77988" w:rsidTr="00C57C9C">
        <w:trPr>
          <w:trHeight w:hRule="exact" w:val="2807"/>
        </w:trPr>
        <w:tc>
          <w:tcPr>
            <w:tcW w:w="1809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kern w:val="0"/>
                <w:sz w:val="21"/>
                <w:szCs w:val="21"/>
              </w:rPr>
              <w:t>博士后</w:t>
            </w:r>
          </w:p>
        </w:tc>
        <w:tc>
          <w:tcPr>
            <w:tcW w:w="851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A60BF" w:rsidRPr="00C57C9C" w:rsidRDefault="00EA60BF" w:rsidP="00491C78">
            <w:pPr>
              <w:widowControl/>
              <w:snapToGrid w:val="0"/>
              <w:spacing w:line="500" w:lineRule="atLeas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开展高效驱动与传动集成关键技术研究课题</w:t>
            </w:r>
          </w:p>
        </w:tc>
        <w:tc>
          <w:tcPr>
            <w:tcW w:w="2869" w:type="dxa"/>
            <w:vAlign w:val="center"/>
          </w:tcPr>
          <w:p w:rsidR="00EA60BF" w:rsidRPr="00C57C9C" w:rsidRDefault="00EA60BF" w:rsidP="00491C78">
            <w:pPr>
              <w:widowControl/>
              <w:snapToGrid w:val="0"/>
              <w:spacing w:line="500" w:lineRule="atLeas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kern w:val="0"/>
                <w:sz w:val="21"/>
                <w:szCs w:val="21"/>
              </w:rPr>
              <w:t>相关专业博士毕业，有电动汽车行业经验者优先。待遇优厚，并可享受东莞市及松山湖多项补贴近百万元。</w:t>
            </w:r>
          </w:p>
        </w:tc>
        <w:tc>
          <w:tcPr>
            <w:tcW w:w="2733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博士后进站开展科研工作</w:t>
            </w:r>
          </w:p>
        </w:tc>
      </w:tr>
      <w:tr w:rsidR="00EA60BF" w:rsidRPr="00A77988" w:rsidTr="00C57C9C">
        <w:trPr>
          <w:trHeight w:hRule="exact" w:val="2645"/>
        </w:trPr>
        <w:tc>
          <w:tcPr>
            <w:tcW w:w="1809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kern w:val="0"/>
                <w:sz w:val="21"/>
                <w:szCs w:val="21"/>
              </w:rPr>
              <w:t>博士后</w:t>
            </w:r>
          </w:p>
        </w:tc>
        <w:tc>
          <w:tcPr>
            <w:tcW w:w="851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A60BF" w:rsidRPr="00C57C9C" w:rsidRDefault="00EA60BF" w:rsidP="00491C78">
            <w:pPr>
              <w:widowControl/>
              <w:snapToGrid w:val="0"/>
              <w:spacing w:line="500" w:lineRule="atLeas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开展多电机动力控制与能量管理关键技术研究课题</w:t>
            </w:r>
          </w:p>
        </w:tc>
        <w:tc>
          <w:tcPr>
            <w:tcW w:w="2869" w:type="dxa"/>
            <w:vAlign w:val="center"/>
          </w:tcPr>
          <w:p w:rsidR="00EA60BF" w:rsidRPr="00C57C9C" w:rsidRDefault="00EA60BF" w:rsidP="00491C78">
            <w:pPr>
              <w:widowControl/>
              <w:snapToGrid w:val="0"/>
              <w:spacing w:line="500" w:lineRule="atLeas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kern w:val="0"/>
                <w:sz w:val="21"/>
                <w:szCs w:val="21"/>
              </w:rPr>
              <w:t>相关专业博士毕业，有电动汽车行业经验者优先。待遇优厚，并可享受东莞市及松山湖多项补贴近百万元。</w:t>
            </w:r>
          </w:p>
        </w:tc>
        <w:tc>
          <w:tcPr>
            <w:tcW w:w="2733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博士后进站开展科研工作</w:t>
            </w:r>
          </w:p>
        </w:tc>
      </w:tr>
      <w:tr w:rsidR="00EA60BF" w:rsidRPr="00A77988" w:rsidTr="0032391B">
        <w:trPr>
          <w:trHeight w:hRule="exact" w:val="2490"/>
        </w:trPr>
        <w:tc>
          <w:tcPr>
            <w:tcW w:w="1809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sz w:val="21"/>
                <w:szCs w:val="21"/>
              </w:rPr>
              <w:t>电机控制器软件工程师</w:t>
            </w:r>
          </w:p>
        </w:tc>
        <w:tc>
          <w:tcPr>
            <w:tcW w:w="851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电机、电力电子、自动化、计算机等相关专业本科以上学历</w:t>
            </w:r>
          </w:p>
        </w:tc>
        <w:tc>
          <w:tcPr>
            <w:tcW w:w="2869" w:type="dxa"/>
            <w:vAlign w:val="center"/>
          </w:tcPr>
          <w:p w:rsidR="00EA60BF" w:rsidRPr="00A77988" w:rsidRDefault="00EA60BF" w:rsidP="00850157">
            <w:pPr>
              <w:pStyle w:val="ListParagraph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熟悉电机（特别是永磁同步电机）基本原理及电机控制理论；</w:t>
            </w:r>
          </w:p>
          <w:p w:rsidR="00EA60BF" w:rsidRPr="00A77988" w:rsidRDefault="00EA60BF" w:rsidP="007B7D88">
            <w:pPr>
              <w:pStyle w:val="ListParagraph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DSP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或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ARM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程序开发；</w:t>
            </w:r>
          </w:p>
          <w:p w:rsidR="00EA60BF" w:rsidRPr="00A77988" w:rsidRDefault="00EA60BF" w:rsidP="007B7D88">
            <w:pPr>
              <w:pStyle w:val="ListParagraph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熟悉软件开发及测试方法。</w:t>
            </w:r>
          </w:p>
        </w:tc>
        <w:tc>
          <w:tcPr>
            <w:tcW w:w="2733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电动汽车电机控制器控制软件开发、测试以及电机及控制器系统的调试；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 xml:space="preserve"> </w:t>
            </w:r>
          </w:p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A60BF" w:rsidRPr="00A77988" w:rsidTr="00A77988">
        <w:trPr>
          <w:trHeight w:hRule="exact" w:val="3741"/>
        </w:trPr>
        <w:tc>
          <w:tcPr>
            <w:tcW w:w="180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电机控制器硬件工程师</w:t>
            </w:r>
          </w:p>
        </w:tc>
        <w:tc>
          <w:tcPr>
            <w:tcW w:w="851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电机、自动化、电力电子、机电工程等相关专业本科以上学历</w:t>
            </w:r>
          </w:p>
        </w:tc>
        <w:tc>
          <w:tcPr>
            <w:tcW w:w="286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1.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熟悉电机控制器相关硬件；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2.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熟悉电机控制器系统设计原理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 xml:space="preserve"> 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3.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熟悉电力电子产品电路板（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PCB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）设计；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 xml:space="preserve"> 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4.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熟悉嵌入式硬件电路的设计（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FPGA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DSP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、或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ARM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构架）；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733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1.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电机驱动器原理图和印刷电路板设计及制版；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 xml:space="preserve"> 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2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、元器件、芯片的选型；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 xml:space="preserve"> 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3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PCB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测试、调试及维修；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4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、配合电机控制器软件工程师进行电机及控制器系统的调试；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 xml:space="preserve"> 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5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、配合电机控制器软件工程师完成控制器产品文件的编制。</w:t>
            </w:r>
          </w:p>
        </w:tc>
      </w:tr>
      <w:tr w:rsidR="00EA60BF" w:rsidRPr="00A77988" w:rsidTr="00A77988">
        <w:trPr>
          <w:trHeight w:hRule="exact" w:val="4668"/>
        </w:trPr>
        <w:tc>
          <w:tcPr>
            <w:tcW w:w="180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控制系统开发工程师</w:t>
            </w:r>
          </w:p>
        </w:tc>
        <w:tc>
          <w:tcPr>
            <w:tcW w:w="851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hyperlink r:id="rId7" w:tgtFrame="_blank" w:tooltip="惠州车辆工程招聘" w:history="1">
              <w:r w:rsidRPr="00A77988">
                <w:rPr>
                  <w:rFonts w:ascii="宋体" w:eastAsia="宋体" w:hAnsi="宋体" w:cs="Arial" w:hint="eastAsia"/>
                  <w:color w:val="333333"/>
                  <w:sz w:val="21"/>
                  <w:szCs w:val="21"/>
                </w:rPr>
                <w:t>电子、通讯、控制、计算机、汽车电子</w:t>
              </w:r>
            </w:hyperlink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等相关专业</w:t>
            </w:r>
          </w:p>
        </w:tc>
        <w:tc>
          <w:tcPr>
            <w:tcW w:w="2869" w:type="dxa"/>
            <w:vAlign w:val="center"/>
          </w:tcPr>
          <w:p w:rsidR="00EA60BF" w:rsidRPr="00A77988" w:rsidRDefault="00EA60BF" w:rsidP="007B7D88">
            <w:pPr>
              <w:pStyle w:val="ListParagraph"/>
              <w:numPr>
                <w:ilvl w:val="0"/>
                <w:numId w:val="6"/>
              </w:numPr>
              <w:spacing w:line="300" w:lineRule="exact"/>
              <w:ind w:firstLineChars="0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熟练使用开发工具（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Matlab/Simulink/Stateflow/C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，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dSPACE Micro AutoBox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、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TargetLink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等）；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 xml:space="preserve"> </w:t>
            </w:r>
          </w:p>
          <w:p w:rsidR="00EA60BF" w:rsidRPr="00A77988" w:rsidRDefault="00EA60BF" w:rsidP="007B7D88">
            <w:pPr>
              <w:pStyle w:val="ListParagraph"/>
              <w:numPr>
                <w:ilvl w:val="0"/>
                <w:numId w:val="6"/>
              </w:numPr>
              <w:spacing w:line="300" w:lineRule="exact"/>
              <w:ind w:firstLineChars="0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熟悉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CAN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总线网络通信的原理、协议制定和故障诊断等；</w:t>
            </w:r>
          </w:p>
          <w:p w:rsidR="00EA60BF" w:rsidRPr="00A77988" w:rsidRDefault="00EA60BF" w:rsidP="007B7D88">
            <w:pPr>
              <w:pStyle w:val="ListParagraph"/>
              <w:numPr>
                <w:ilvl w:val="0"/>
                <w:numId w:val="6"/>
              </w:numPr>
              <w:spacing w:line="300" w:lineRule="exact"/>
              <w:ind w:firstLineChars="0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熟练使用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Vector CANoe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、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CANalyzer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和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CANoe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等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CAN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总线网络开发工具；</w:t>
            </w:r>
          </w:p>
          <w:p w:rsidR="00EA60BF" w:rsidRPr="00A77988" w:rsidRDefault="00EA60BF" w:rsidP="007B7D88">
            <w:pPr>
              <w:pStyle w:val="ListParagraph"/>
              <w:numPr>
                <w:ilvl w:val="0"/>
                <w:numId w:val="6"/>
              </w:numPr>
              <w:spacing w:line="300" w:lineRule="exact"/>
              <w:ind w:firstLineChars="0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熟练掌握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DSP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或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SRM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程序开发。</w:t>
            </w:r>
          </w:p>
        </w:tc>
        <w:tc>
          <w:tcPr>
            <w:tcW w:w="2733" w:type="dxa"/>
            <w:vAlign w:val="center"/>
          </w:tcPr>
          <w:p w:rsidR="00EA60BF" w:rsidRPr="00A77988" w:rsidRDefault="00EA60BF" w:rsidP="00DE1D6C">
            <w:pPr>
              <w:pStyle w:val="ListParagraph"/>
              <w:numPr>
                <w:ilvl w:val="0"/>
                <w:numId w:val="5"/>
              </w:numPr>
              <w:spacing w:line="300" w:lineRule="exact"/>
              <w:ind w:firstLineChars="0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电动汽车控制器方案设计与编程；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 xml:space="preserve">  </w:t>
            </w:r>
          </w:p>
          <w:p w:rsidR="00EA60BF" w:rsidRPr="00A77988" w:rsidRDefault="00EA60BF" w:rsidP="007B7D88">
            <w:pPr>
              <w:pStyle w:val="ListParagraph"/>
              <w:numPr>
                <w:ilvl w:val="0"/>
                <w:numId w:val="5"/>
              </w:numPr>
              <w:spacing w:line="300" w:lineRule="exact"/>
              <w:ind w:firstLineChars="0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 xml:space="preserve"> CAN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总线通讯协议的设计与编程；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 xml:space="preserve"> </w:t>
            </w:r>
          </w:p>
          <w:p w:rsidR="00EA60BF" w:rsidRPr="00A77988" w:rsidRDefault="00EA60BF" w:rsidP="007B7D88">
            <w:pPr>
              <w:pStyle w:val="ListParagraph"/>
              <w:numPr>
                <w:ilvl w:val="0"/>
                <w:numId w:val="5"/>
              </w:numPr>
              <w:spacing w:line="300" w:lineRule="exact"/>
              <w:ind w:firstLineChars="0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 xml:space="preserve"> CAN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总线通讯电路的设计；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 xml:space="preserve"> </w:t>
            </w:r>
          </w:p>
          <w:p w:rsidR="00EA60BF" w:rsidRPr="00A77988" w:rsidRDefault="00EA60BF" w:rsidP="00DE1D6C">
            <w:pPr>
              <w:pStyle w:val="ListParagraph"/>
              <w:numPr>
                <w:ilvl w:val="0"/>
                <w:numId w:val="5"/>
              </w:numPr>
              <w:spacing w:line="300" w:lineRule="exact"/>
              <w:ind w:firstLineChars="0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控制系统离线仿真、快速原型与硬件在环仿真；</w:t>
            </w:r>
          </w:p>
        </w:tc>
      </w:tr>
      <w:tr w:rsidR="00EA60BF" w:rsidRPr="00A77988" w:rsidTr="00A77988">
        <w:trPr>
          <w:trHeight w:hRule="exact" w:val="2502"/>
        </w:trPr>
        <w:tc>
          <w:tcPr>
            <w:tcW w:w="180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电动汽车工程师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机械工程、车辆工作等相关专业</w:t>
            </w:r>
          </w:p>
        </w:tc>
        <w:tc>
          <w:tcPr>
            <w:tcW w:w="286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1.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熟悉传统汽车结构及系统；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2.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熟悉电动汽车结构及系统；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3.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熟悉汽车动力匹配技术。</w:t>
            </w:r>
          </w:p>
        </w:tc>
        <w:tc>
          <w:tcPr>
            <w:tcW w:w="2733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1.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电动汽车系统匹配；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2.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电动汽车系统造型；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3.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系统测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试；</w:t>
            </w:r>
          </w:p>
        </w:tc>
      </w:tr>
      <w:tr w:rsidR="00EA60BF" w:rsidRPr="00A77988" w:rsidTr="00A77988">
        <w:trPr>
          <w:trHeight w:hRule="exact" w:val="2024"/>
        </w:trPr>
        <w:tc>
          <w:tcPr>
            <w:tcW w:w="180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造型设计师</w:t>
            </w:r>
          </w:p>
        </w:tc>
        <w:tc>
          <w:tcPr>
            <w:tcW w:w="851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设计专业，有丰富的工作经验</w:t>
            </w:r>
          </w:p>
        </w:tc>
        <w:tc>
          <w:tcPr>
            <w:tcW w:w="286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熟练应用造型软件（</w:t>
            </w: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PROE/CATIA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）等</w:t>
            </w:r>
          </w:p>
        </w:tc>
        <w:tc>
          <w:tcPr>
            <w:tcW w:w="2733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曲面设计，三维造型设计</w:t>
            </w:r>
          </w:p>
        </w:tc>
      </w:tr>
      <w:tr w:rsidR="00EA60BF" w:rsidRPr="00A77988" w:rsidTr="00A77988">
        <w:trPr>
          <w:trHeight w:hRule="exact" w:val="3735"/>
        </w:trPr>
        <w:tc>
          <w:tcPr>
            <w:tcW w:w="180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结构工程师</w:t>
            </w:r>
          </w:p>
        </w:tc>
        <w:tc>
          <w:tcPr>
            <w:tcW w:w="851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车辆工程、机电工程、机械类相关专业本科以上学历</w:t>
            </w:r>
          </w:p>
        </w:tc>
        <w:tc>
          <w:tcPr>
            <w:tcW w:w="2869" w:type="dxa"/>
            <w:vAlign w:val="center"/>
          </w:tcPr>
          <w:p w:rsidR="00EA60BF" w:rsidRPr="00A77988" w:rsidRDefault="00EA60BF" w:rsidP="005874CA">
            <w:pPr>
              <w:widowControl/>
              <w:spacing w:line="360" w:lineRule="exact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1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、熟练掌握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AUTOCAD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SOLIDWORKs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或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pro/E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等设计软件；熟悉曲面造型建模，熟悉机械加工工艺</w:t>
            </w:r>
          </w:p>
          <w:p w:rsidR="00EA60BF" w:rsidRPr="00A77988" w:rsidRDefault="00EA60BF" w:rsidP="005874CA">
            <w:pPr>
              <w:widowControl/>
              <w:spacing w:line="360" w:lineRule="exact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2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、有较强的机械设计能力，熟悉产品的制造、加工工艺</w:t>
            </w:r>
          </w:p>
          <w:p w:rsidR="00EA60BF" w:rsidRPr="00A77988" w:rsidRDefault="00EA60BF" w:rsidP="005874CA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</w:p>
        </w:tc>
        <w:tc>
          <w:tcPr>
            <w:tcW w:w="2733" w:type="dxa"/>
            <w:vAlign w:val="center"/>
          </w:tcPr>
          <w:p w:rsidR="00EA60BF" w:rsidRPr="00A77988" w:rsidRDefault="00EA60BF" w:rsidP="005874CA">
            <w:pPr>
              <w:spacing w:line="36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1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、汽车外形造模、车身结构设计与计算机建模</w:t>
            </w:r>
          </w:p>
          <w:p w:rsidR="00EA60BF" w:rsidRPr="00A77988" w:rsidRDefault="00EA60BF" w:rsidP="005874CA">
            <w:pPr>
              <w:spacing w:line="36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2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、绘制与审核产品装配图及零部件图</w:t>
            </w:r>
          </w:p>
          <w:p w:rsidR="00EA60BF" w:rsidRPr="00A77988" w:rsidRDefault="00EA60BF" w:rsidP="005874CA">
            <w:pPr>
              <w:spacing w:line="36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>3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、负责电动汽车项目整车结构或零部件的设计；</w:t>
            </w:r>
            <w:r w:rsidRPr="00A77988">
              <w:rPr>
                <w:rFonts w:ascii="宋体" w:eastAsia="宋体" w:hAnsi="宋体"/>
                <w:kern w:val="0"/>
                <w:sz w:val="21"/>
                <w:szCs w:val="21"/>
              </w:rPr>
              <w:t xml:space="preserve"> 4</w:t>
            </w: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、参与产品项目立项可行性调研，参与系统方案设计</w:t>
            </w:r>
          </w:p>
          <w:p w:rsidR="00EA60BF" w:rsidRPr="00A77988" w:rsidRDefault="00EA60BF" w:rsidP="005874CA">
            <w:pPr>
              <w:spacing w:line="36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EA60BF" w:rsidRPr="00A77988" w:rsidTr="00A77988">
        <w:trPr>
          <w:trHeight w:hRule="exact" w:val="2340"/>
        </w:trPr>
        <w:tc>
          <w:tcPr>
            <w:tcW w:w="180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77988">
              <w:rPr>
                <w:rFonts w:ascii="宋体" w:eastAsia="宋体" w:hAnsi="宋体" w:hint="eastAsia"/>
                <w:kern w:val="0"/>
                <w:sz w:val="21"/>
                <w:szCs w:val="21"/>
              </w:rPr>
              <w:t>电池测试工程师</w:t>
            </w:r>
          </w:p>
        </w:tc>
        <w:tc>
          <w:tcPr>
            <w:tcW w:w="851" w:type="dxa"/>
            <w:vAlign w:val="center"/>
          </w:tcPr>
          <w:p w:rsidR="00EA60BF" w:rsidRPr="00A77988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电池类或电力电子类相关专业</w:t>
            </w:r>
          </w:p>
        </w:tc>
        <w:tc>
          <w:tcPr>
            <w:tcW w:w="2869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1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、熟悉电池结构和原理；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2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、熟悉电池管理系统原理；</w:t>
            </w:r>
          </w:p>
        </w:tc>
        <w:tc>
          <w:tcPr>
            <w:tcW w:w="2733" w:type="dxa"/>
            <w:vAlign w:val="center"/>
          </w:tcPr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1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、电池测试；</w:t>
            </w:r>
          </w:p>
          <w:p w:rsidR="00EA60BF" w:rsidRPr="00A77988" w:rsidRDefault="00EA60BF" w:rsidP="00A47905">
            <w:pPr>
              <w:spacing w:line="300" w:lineRule="exact"/>
              <w:rPr>
                <w:rFonts w:ascii="宋体" w:eastAsia="宋体" w:hAnsi="宋体" w:cs="Arial"/>
                <w:color w:val="333333"/>
                <w:sz w:val="21"/>
                <w:szCs w:val="21"/>
              </w:rPr>
            </w:pPr>
            <w:r w:rsidRPr="00A77988">
              <w:rPr>
                <w:rFonts w:ascii="宋体" w:eastAsia="宋体" w:hAnsi="宋体" w:cs="Arial"/>
                <w:color w:val="333333"/>
                <w:sz w:val="21"/>
                <w:szCs w:val="21"/>
              </w:rPr>
              <w:t>2</w:t>
            </w:r>
            <w:r w:rsidRPr="00A77988">
              <w:rPr>
                <w:rFonts w:ascii="宋体" w:eastAsia="宋体" w:hAnsi="宋体" w:cs="Arial" w:hint="eastAsia"/>
                <w:color w:val="333333"/>
                <w:sz w:val="21"/>
                <w:szCs w:val="21"/>
              </w:rPr>
              <w:t>、电池管理系统设计及测试；</w:t>
            </w:r>
          </w:p>
        </w:tc>
      </w:tr>
    </w:tbl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Pr="007B7D88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tbl>
      <w:tblPr>
        <w:tblpPr w:leftFromText="180" w:rightFromText="180" w:vertAnchor="text" w:horzAnchor="page" w:tblpX="1191" w:tblpY="108"/>
        <w:tblOverlap w:val="never"/>
        <w:tblW w:w="8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851"/>
        <w:gridCol w:w="2869"/>
        <w:gridCol w:w="2733"/>
      </w:tblGrid>
      <w:tr w:rsidR="00EA60BF" w:rsidTr="00EC2D61">
        <w:trPr>
          <w:trHeight w:hRule="exact" w:val="1570"/>
        </w:trPr>
        <w:tc>
          <w:tcPr>
            <w:tcW w:w="1809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岗位需求</w:t>
            </w:r>
          </w:p>
        </w:tc>
        <w:tc>
          <w:tcPr>
            <w:tcW w:w="851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需求数量</w:t>
            </w:r>
          </w:p>
        </w:tc>
        <w:tc>
          <w:tcPr>
            <w:tcW w:w="2869" w:type="dxa"/>
            <w:vAlign w:val="center"/>
          </w:tcPr>
          <w:p w:rsidR="00EA60BF" w:rsidRPr="00C57C9C" w:rsidRDefault="00EA60BF" w:rsidP="00A47905">
            <w:pPr>
              <w:spacing w:line="36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技能要求</w:t>
            </w:r>
          </w:p>
        </w:tc>
        <w:tc>
          <w:tcPr>
            <w:tcW w:w="2733" w:type="dxa"/>
            <w:vAlign w:val="center"/>
          </w:tcPr>
          <w:p w:rsidR="00EA60BF" w:rsidRPr="00C57C9C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57C9C">
              <w:rPr>
                <w:rFonts w:ascii="宋体" w:eastAsia="宋体" w:hAnsi="宋体" w:hint="eastAsia"/>
                <w:sz w:val="21"/>
                <w:szCs w:val="21"/>
              </w:rPr>
              <w:t>工作职责</w:t>
            </w:r>
          </w:p>
        </w:tc>
      </w:tr>
      <w:tr w:rsidR="00EA60BF" w:rsidTr="00EC2D61">
        <w:trPr>
          <w:trHeight w:hRule="exact" w:val="1693"/>
        </w:trPr>
        <w:tc>
          <w:tcPr>
            <w:tcW w:w="1809" w:type="dxa"/>
            <w:vAlign w:val="center"/>
          </w:tcPr>
          <w:p w:rsidR="00EA60BF" w:rsidRPr="00B707F9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sz w:val="21"/>
                <w:szCs w:val="21"/>
              </w:rPr>
              <w:t>铝合金焊接技工</w:t>
            </w:r>
          </w:p>
        </w:tc>
        <w:tc>
          <w:tcPr>
            <w:tcW w:w="851" w:type="dxa"/>
            <w:vAlign w:val="center"/>
          </w:tcPr>
          <w:p w:rsidR="00EA60BF" w:rsidRPr="00B707F9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707F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2869" w:type="dxa"/>
            <w:vAlign w:val="center"/>
          </w:tcPr>
          <w:p w:rsidR="00EA60BF" w:rsidRPr="00B707F9" w:rsidRDefault="00EA60BF" w:rsidP="00246206">
            <w:pPr>
              <w:pStyle w:val="ListParagraph"/>
              <w:spacing w:line="300" w:lineRule="exact"/>
              <w:ind w:firstLineChars="0" w:firstLine="0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kern w:val="0"/>
                <w:sz w:val="21"/>
                <w:szCs w:val="21"/>
              </w:rPr>
              <w:t xml:space="preserve">1. </w:t>
            </w: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熟悉铝合金、铁、钢材等金属焊接；</w:t>
            </w:r>
          </w:p>
          <w:p w:rsidR="00EA60BF" w:rsidRPr="00B707F9" w:rsidRDefault="00EA60BF" w:rsidP="00246206">
            <w:pPr>
              <w:pStyle w:val="ListParagraph"/>
              <w:spacing w:line="300" w:lineRule="exact"/>
              <w:ind w:firstLineChars="0" w:firstLine="0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kern w:val="0"/>
                <w:sz w:val="21"/>
                <w:szCs w:val="21"/>
              </w:rPr>
              <w:t xml:space="preserve">2. </w:t>
            </w: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能读懂设计工艺图纸；</w:t>
            </w:r>
          </w:p>
        </w:tc>
        <w:tc>
          <w:tcPr>
            <w:tcW w:w="2733" w:type="dxa"/>
            <w:vAlign w:val="center"/>
          </w:tcPr>
          <w:p w:rsidR="00EA60BF" w:rsidRPr="00B707F9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/>
                <w:kern w:val="0"/>
                <w:sz w:val="21"/>
                <w:szCs w:val="21"/>
              </w:rPr>
              <w:t>1.</w:t>
            </w: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车辆铝合金焊接</w:t>
            </w:r>
          </w:p>
          <w:p w:rsidR="00EA60BF" w:rsidRPr="00B707F9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/>
                <w:kern w:val="0"/>
                <w:sz w:val="21"/>
                <w:szCs w:val="21"/>
              </w:rPr>
              <w:t>2.</w:t>
            </w: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非标件焊接制造</w:t>
            </w:r>
          </w:p>
          <w:p w:rsidR="00EA60BF" w:rsidRPr="00B707F9" w:rsidRDefault="00EA60BF" w:rsidP="00EC2D61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/>
                <w:kern w:val="0"/>
                <w:sz w:val="21"/>
                <w:szCs w:val="21"/>
              </w:rPr>
              <w:t>3.</w:t>
            </w: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车辆装配工艺；</w:t>
            </w:r>
            <w:r w:rsidRPr="00B707F9">
              <w:rPr>
                <w:rFonts w:ascii="宋体" w:eastAsia="宋体" w:hAnsi="宋体"/>
                <w:kern w:val="0"/>
                <w:sz w:val="21"/>
                <w:szCs w:val="21"/>
              </w:rPr>
              <w:t xml:space="preserve"> </w:t>
            </w:r>
          </w:p>
        </w:tc>
      </w:tr>
      <w:tr w:rsidR="00EA60BF" w:rsidRPr="007F2D01" w:rsidTr="000E2E9E">
        <w:trPr>
          <w:trHeight w:hRule="exact" w:val="1985"/>
        </w:trPr>
        <w:tc>
          <w:tcPr>
            <w:tcW w:w="1809" w:type="dxa"/>
            <w:vAlign w:val="center"/>
          </w:tcPr>
          <w:p w:rsidR="00EA60BF" w:rsidRPr="00B707F9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底盘装配技工</w:t>
            </w:r>
          </w:p>
        </w:tc>
        <w:tc>
          <w:tcPr>
            <w:tcW w:w="851" w:type="dxa"/>
            <w:vAlign w:val="center"/>
          </w:tcPr>
          <w:p w:rsidR="00EA60BF" w:rsidRPr="00B707F9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869" w:type="dxa"/>
            <w:vAlign w:val="center"/>
          </w:tcPr>
          <w:p w:rsidR="00EA60BF" w:rsidRPr="00B707F9" w:rsidRDefault="00EA60BF" w:rsidP="0004502B">
            <w:pPr>
              <w:pStyle w:val="ListParagraph"/>
              <w:numPr>
                <w:ilvl w:val="0"/>
                <w:numId w:val="8"/>
              </w:numPr>
              <w:spacing w:line="300" w:lineRule="exact"/>
              <w:ind w:firstLineChars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熟悉汽车结构；</w:t>
            </w:r>
          </w:p>
          <w:p w:rsidR="00EA60BF" w:rsidRPr="00B707F9" w:rsidRDefault="00EA60BF" w:rsidP="0004502B">
            <w:pPr>
              <w:pStyle w:val="ListParagraph"/>
              <w:numPr>
                <w:ilvl w:val="0"/>
                <w:numId w:val="8"/>
              </w:numPr>
              <w:spacing w:line="300" w:lineRule="exact"/>
              <w:ind w:firstLineChars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熟悉底盘系统；</w:t>
            </w:r>
          </w:p>
          <w:p w:rsidR="00EA60BF" w:rsidRPr="00B707F9" w:rsidRDefault="00EA60BF" w:rsidP="0004502B">
            <w:pPr>
              <w:pStyle w:val="ListParagraph"/>
              <w:numPr>
                <w:ilvl w:val="0"/>
                <w:numId w:val="8"/>
              </w:numPr>
              <w:spacing w:line="300" w:lineRule="exact"/>
              <w:ind w:firstLineChars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会焊接者优先。</w:t>
            </w:r>
          </w:p>
        </w:tc>
        <w:tc>
          <w:tcPr>
            <w:tcW w:w="2733" w:type="dxa"/>
            <w:vAlign w:val="center"/>
          </w:tcPr>
          <w:p w:rsidR="00EA60BF" w:rsidRPr="00B707F9" w:rsidRDefault="00EA60BF" w:rsidP="000E2E9E">
            <w:pPr>
              <w:pStyle w:val="ListParagraph"/>
              <w:numPr>
                <w:ilvl w:val="0"/>
                <w:numId w:val="9"/>
              </w:numPr>
              <w:spacing w:line="300" w:lineRule="exact"/>
              <w:ind w:firstLineChars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负责车辆底盘刹车制动系统、转向系统、行驶系统的安装及调试；</w:t>
            </w:r>
          </w:p>
          <w:p w:rsidR="00EA60BF" w:rsidRPr="00B707F9" w:rsidRDefault="00EA60BF" w:rsidP="000E2E9E">
            <w:pPr>
              <w:pStyle w:val="ListParagraph"/>
              <w:numPr>
                <w:ilvl w:val="0"/>
                <w:numId w:val="9"/>
              </w:numPr>
              <w:spacing w:line="300" w:lineRule="exact"/>
              <w:ind w:firstLineChars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四轮定位及整车调校。</w:t>
            </w:r>
          </w:p>
        </w:tc>
      </w:tr>
      <w:tr w:rsidR="00EA60BF" w:rsidRPr="007F2D01" w:rsidTr="00750FF5">
        <w:trPr>
          <w:trHeight w:hRule="exact" w:val="1564"/>
        </w:trPr>
        <w:tc>
          <w:tcPr>
            <w:tcW w:w="1809" w:type="dxa"/>
            <w:vAlign w:val="center"/>
          </w:tcPr>
          <w:p w:rsidR="00EA60BF" w:rsidRPr="00B707F9" w:rsidRDefault="00EA60BF" w:rsidP="00A47905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底盘高级技师</w:t>
            </w:r>
          </w:p>
        </w:tc>
        <w:tc>
          <w:tcPr>
            <w:tcW w:w="851" w:type="dxa"/>
            <w:vAlign w:val="center"/>
          </w:tcPr>
          <w:p w:rsidR="00EA60BF" w:rsidRPr="00B707F9" w:rsidRDefault="00EA60BF" w:rsidP="00A47905">
            <w:pPr>
              <w:spacing w:line="300" w:lineRule="exact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869" w:type="dxa"/>
            <w:vAlign w:val="center"/>
          </w:tcPr>
          <w:p w:rsidR="00EA60BF" w:rsidRPr="00B707F9" w:rsidRDefault="00EA60BF" w:rsidP="001F5A4A">
            <w:pPr>
              <w:pStyle w:val="ListParagraph"/>
              <w:numPr>
                <w:ilvl w:val="0"/>
                <w:numId w:val="11"/>
              </w:numPr>
              <w:tabs>
                <w:tab w:val="clear" w:pos="780"/>
                <w:tab w:val="num" w:pos="220"/>
              </w:tabs>
              <w:spacing w:line="300" w:lineRule="exact"/>
              <w:ind w:left="400" w:firstLineChars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熟悉汽车结构；</w:t>
            </w:r>
          </w:p>
          <w:p w:rsidR="00EA60BF" w:rsidRPr="00B707F9" w:rsidRDefault="00EA60BF" w:rsidP="001F5A4A">
            <w:pPr>
              <w:pStyle w:val="ListParagraph"/>
              <w:numPr>
                <w:ilvl w:val="0"/>
                <w:numId w:val="11"/>
              </w:numPr>
              <w:tabs>
                <w:tab w:val="clear" w:pos="780"/>
                <w:tab w:val="num" w:pos="220"/>
              </w:tabs>
              <w:spacing w:line="300" w:lineRule="exact"/>
              <w:ind w:left="400" w:firstLineChars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熟悉底盘系统；</w:t>
            </w:r>
          </w:p>
          <w:p w:rsidR="00EA60BF" w:rsidRPr="00B707F9" w:rsidRDefault="00EA60BF" w:rsidP="001F5A4A">
            <w:pPr>
              <w:pStyle w:val="ListParagraph"/>
              <w:numPr>
                <w:ilvl w:val="0"/>
                <w:numId w:val="11"/>
              </w:numPr>
              <w:tabs>
                <w:tab w:val="clear" w:pos="780"/>
                <w:tab w:val="num" w:pos="220"/>
              </w:tabs>
              <w:spacing w:line="300" w:lineRule="exact"/>
              <w:ind w:left="400" w:firstLineChars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具有丰富的装配及车辆维修技能；</w:t>
            </w:r>
          </w:p>
          <w:p w:rsidR="00EA60BF" w:rsidRPr="00B707F9" w:rsidRDefault="00EA60BF" w:rsidP="001F5A4A">
            <w:pPr>
              <w:pStyle w:val="ListParagraph"/>
              <w:numPr>
                <w:ilvl w:val="0"/>
                <w:numId w:val="11"/>
              </w:numPr>
              <w:tabs>
                <w:tab w:val="clear" w:pos="780"/>
                <w:tab w:val="num" w:pos="220"/>
              </w:tabs>
              <w:spacing w:line="300" w:lineRule="exact"/>
              <w:ind w:left="400" w:firstLineChars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具备选型、匹配能力；</w:t>
            </w:r>
          </w:p>
          <w:p w:rsidR="00EA60BF" w:rsidRPr="00B707F9" w:rsidRDefault="00EA60BF" w:rsidP="001F5A4A">
            <w:p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会焊接者优先。</w:t>
            </w:r>
          </w:p>
        </w:tc>
        <w:tc>
          <w:tcPr>
            <w:tcW w:w="2733" w:type="dxa"/>
            <w:vAlign w:val="center"/>
          </w:tcPr>
          <w:p w:rsidR="00EA60BF" w:rsidRPr="00B707F9" w:rsidRDefault="00EA60BF" w:rsidP="00C90353">
            <w:pPr>
              <w:numPr>
                <w:ilvl w:val="0"/>
                <w:numId w:val="10"/>
              </w:num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负责车辆日常维护；</w:t>
            </w:r>
          </w:p>
          <w:p w:rsidR="00EA60BF" w:rsidRPr="00B707F9" w:rsidRDefault="00EA60BF" w:rsidP="00C90353">
            <w:pPr>
              <w:numPr>
                <w:ilvl w:val="0"/>
                <w:numId w:val="10"/>
              </w:num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负责底盘安装；</w:t>
            </w:r>
          </w:p>
          <w:p w:rsidR="00EA60BF" w:rsidRPr="00B707F9" w:rsidRDefault="00EA60BF" w:rsidP="00C90353">
            <w:pPr>
              <w:numPr>
                <w:ilvl w:val="0"/>
                <w:numId w:val="10"/>
              </w:num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负责整车质检；</w:t>
            </w:r>
          </w:p>
          <w:p w:rsidR="00EA60BF" w:rsidRPr="00B707F9" w:rsidRDefault="00EA60BF" w:rsidP="00C90353">
            <w:pPr>
              <w:numPr>
                <w:ilvl w:val="0"/>
                <w:numId w:val="10"/>
              </w:numPr>
              <w:spacing w:line="300" w:lineRule="exac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707F9">
              <w:rPr>
                <w:rFonts w:ascii="宋体" w:eastAsia="宋体" w:hAnsi="宋体" w:hint="eastAsia"/>
                <w:kern w:val="0"/>
                <w:sz w:val="21"/>
                <w:szCs w:val="21"/>
              </w:rPr>
              <w:t>负责试车。</w:t>
            </w:r>
          </w:p>
        </w:tc>
      </w:tr>
    </w:tbl>
    <w:p w:rsidR="00EA60BF" w:rsidRPr="009233AA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Default="00EA60BF" w:rsidP="007F2D01">
      <w:pPr>
        <w:spacing w:line="300" w:lineRule="exact"/>
        <w:rPr>
          <w:kern w:val="0"/>
          <w:sz w:val="22"/>
          <w:szCs w:val="22"/>
        </w:rPr>
      </w:pPr>
    </w:p>
    <w:p w:rsidR="00EA60BF" w:rsidRPr="007F2D01" w:rsidRDefault="00EA60BF" w:rsidP="007F2D01">
      <w:pPr>
        <w:spacing w:line="300" w:lineRule="exact"/>
        <w:rPr>
          <w:kern w:val="0"/>
          <w:sz w:val="22"/>
          <w:szCs w:val="22"/>
        </w:rPr>
      </w:pPr>
    </w:p>
    <w:sectPr w:rsidR="00EA60BF" w:rsidRPr="007F2D01" w:rsidSect="00091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0BF" w:rsidRDefault="00EA60BF" w:rsidP="00B26635">
      <w:r>
        <w:separator/>
      </w:r>
    </w:p>
  </w:endnote>
  <w:endnote w:type="continuationSeparator" w:id="0">
    <w:p w:rsidR="00EA60BF" w:rsidRDefault="00EA60BF" w:rsidP="00B26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0BF" w:rsidRDefault="00EA60BF" w:rsidP="00B26635">
      <w:r>
        <w:separator/>
      </w:r>
    </w:p>
  </w:footnote>
  <w:footnote w:type="continuationSeparator" w:id="0">
    <w:p w:rsidR="00EA60BF" w:rsidRDefault="00EA60BF" w:rsidP="00B266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1BFD"/>
    <w:multiLevelType w:val="hybridMultilevel"/>
    <w:tmpl w:val="851C0274"/>
    <w:lvl w:ilvl="0" w:tplc="757A55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BBEE48E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435464D"/>
    <w:multiLevelType w:val="hybridMultilevel"/>
    <w:tmpl w:val="7820ED74"/>
    <w:lvl w:ilvl="0" w:tplc="4BEC251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B6E5A51"/>
    <w:multiLevelType w:val="hybridMultilevel"/>
    <w:tmpl w:val="C2B05814"/>
    <w:lvl w:ilvl="0" w:tplc="0A5821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A9C7788"/>
    <w:multiLevelType w:val="hybridMultilevel"/>
    <w:tmpl w:val="EFB81122"/>
    <w:lvl w:ilvl="0" w:tplc="1794D54A">
      <w:start w:val="1"/>
      <w:numFmt w:val="decimal"/>
      <w:lvlText w:val="%1."/>
      <w:lvlJc w:val="left"/>
      <w:pPr>
        <w:ind w:left="4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  <w:rPr>
        <w:rFonts w:cs="Times New Roman"/>
      </w:rPr>
    </w:lvl>
  </w:abstractNum>
  <w:abstractNum w:abstractNumId="4">
    <w:nsid w:val="519E580F"/>
    <w:multiLevelType w:val="hybridMultilevel"/>
    <w:tmpl w:val="F87400BE"/>
    <w:lvl w:ilvl="0" w:tplc="0838ABB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5">
    <w:nsid w:val="55526153"/>
    <w:multiLevelType w:val="hybridMultilevel"/>
    <w:tmpl w:val="EE76D7BA"/>
    <w:lvl w:ilvl="0" w:tplc="704439A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562C2690"/>
    <w:multiLevelType w:val="hybridMultilevel"/>
    <w:tmpl w:val="A146AA62"/>
    <w:lvl w:ilvl="0" w:tplc="1196142E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5BEE0788"/>
    <w:multiLevelType w:val="hybridMultilevel"/>
    <w:tmpl w:val="00F05A86"/>
    <w:lvl w:ilvl="0" w:tplc="5E4867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8">
    <w:nsid w:val="613D2E15"/>
    <w:multiLevelType w:val="hybridMultilevel"/>
    <w:tmpl w:val="9C283998"/>
    <w:lvl w:ilvl="0" w:tplc="757A55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70245ABC"/>
    <w:multiLevelType w:val="hybridMultilevel"/>
    <w:tmpl w:val="4AD8911C"/>
    <w:lvl w:ilvl="0" w:tplc="8BCEE6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77CD3A3E"/>
    <w:multiLevelType w:val="hybridMultilevel"/>
    <w:tmpl w:val="E06C40F8"/>
    <w:lvl w:ilvl="0" w:tplc="9A9869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306"/>
    <w:rsid w:val="00020E50"/>
    <w:rsid w:val="00030B98"/>
    <w:rsid w:val="00044D19"/>
    <w:rsid w:val="0004502B"/>
    <w:rsid w:val="0005190F"/>
    <w:rsid w:val="0007392E"/>
    <w:rsid w:val="00091CC2"/>
    <w:rsid w:val="000D0898"/>
    <w:rsid w:val="000E1C36"/>
    <w:rsid w:val="000E2E9E"/>
    <w:rsid w:val="00154D53"/>
    <w:rsid w:val="0016571C"/>
    <w:rsid w:val="001A71D4"/>
    <w:rsid w:val="001C7338"/>
    <w:rsid w:val="001F5A4A"/>
    <w:rsid w:val="00246206"/>
    <w:rsid w:val="00253ECC"/>
    <w:rsid w:val="0026728A"/>
    <w:rsid w:val="002826B8"/>
    <w:rsid w:val="002F6130"/>
    <w:rsid w:val="003019C3"/>
    <w:rsid w:val="0032391B"/>
    <w:rsid w:val="003F5B14"/>
    <w:rsid w:val="0042198D"/>
    <w:rsid w:val="004871A7"/>
    <w:rsid w:val="00491C78"/>
    <w:rsid w:val="004E1489"/>
    <w:rsid w:val="00503734"/>
    <w:rsid w:val="00514E2B"/>
    <w:rsid w:val="00552C3F"/>
    <w:rsid w:val="00567D71"/>
    <w:rsid w:val="00570250"/>
    <w:rsid w:val="005874CA"/>
    <w:rsid w:val="005D7D47"/>
    <w:rsid w:val="00614021"/>
    <w:rsid w:val="00666ADD"/>
    <w:rsid w:val="006916FA"/>
    <w:rsid w:val="006C77EC"/>
    <w:rsid w:val="00713258"/>
    <w:rsid w:val="0073731C"/>
    <w:rsid w:val="007413CA"/>
    <w:rsid w:val="00744600"/>
    <w:rsid w:val="00750FF5"/>
    <w:rsid w:val="00757A34"/>
    <w:rsid w:val="007B60C2"/>
    <w:rsid w:val="007B7D88"/>
    <w:rsid w:val="007F2D01"/>
    <w:rsid w:val="008068E7"/>
    <w:rsid w:val="00820742"/>
    <w:rsid w:val="00847F88"/>
    <w:rsid w:val="00850157"/>
    <w:rsid w:val="008C0D4D"/>
    <w:rsid w:val="009233AA"/>
    <w:rsid w:val="00941E42"/>
    <w:rsid w:val="00973AC6"/>
    <w:rsid w:val="00996A92"/>
    <w:rsid w:val="009C0D79"/>
    <w:rsid w:val="00A23801"/>
    <w:rsid w:val="00A42F14"/>
    <w:rsid w:val="00A47905"/>
    <w:rsid w:val="00A77988"/>
    <w:rsid w:val="00A95DBA"/>
    <w:rsid w:val="00AD7194"/>
    <w:rsid w:val="00AE251C"/>
    <w:rsid w:val="00B1315C"/>
    <w:rsid w:val="00B134D8"/>
    <w:rsid w:val="00B21A99"/>
    <w:rsid w:val="00B26635"/>
    <w:rsid w:val="00B707F9"/>
    <w:rsid w:val="00BA32E4"/>
    <w:rsid w:val="00BB1CC1"/>
    <w:rsid w:val="00BB398F"/>
    <w:rsid w:val="00C07AEE"/>
    <w:rsid w:val="00C5608D"/>
    <w:rsid w:val="00C57C9C"/>
    <w:rsid w:val="00C90353"/>
    <w:rsid w:val="00C94628"/>
    <w:rsid w:val="00CB21A7"/>
    <w:rsid w:val="00CB7653"/>
    <w:rsid w:val="00D11800"/>
    <w:rsid w:val="00D40F3C"/>
    <w:rsid w:val="00D62DAF"/>
    <w:rsid w:val="00D757F3"/>
    <w:rsid w:val="00D80EB0"/>
    <w:rsid w:val="00DA3C76"/>
    <w:rsid w:val="00DE1D6C"/>
    <w:rsid w:val="00DE68C7"/>
    <w:rsid w:val="00E12F67"/>
    <w:rsid w:val="00E23D02"/>
    <w:rsid w:val="00E259AB"/>
    <w:rsid w:val="00E413F8"/>
    <w:rsid w:val="00E5686B"/>
    <w:rsid w:val="00EA60BF"/>
    <w:rsid w:val="00EB4CD0"/>
    <w:rsid w:val="00EB65D5"/>
    <w:rsid w:val="00EC2D61"/>
    <w:rsid w:val="00EC7CBE"/>
    <w:rsid w:val="00F61C4E"/>
    <w:rsid w:val="00FC3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3AA"/>
    <w:pPr>
      <w:widowControl w:val="0"/>
      <w:jc w:val="both"/>
    </w:pPr>
    <w:rPr>
      <w:rFonts w:ascii="仿宋_GB2312" w:eastAsia="仿宋_GB2312" w:hAnsi="Times New Roman"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3F5B14"/>
    <w:pPr>
      <w:widowControl/>
      <w:wordWrap w:val="0"/>
      <w:spacing w:before="100" w:beforeAutospacing="1" w:after="75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F5B14"/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B266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2663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266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26635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9C0D79"/>
    <w:pPr>
      <w:ind w:firstLineChars="200" w:firstLine="420"/>
    </w:pPr>
  </w:style>
  <w:style w:type="character" w:styleId="Hyperlink">
    <w:name w:val="Hyperlink"/>
    <w:basedOn w:val="DefaultParagraphFont"/>
    <w:uiPriority w:val="99"/>
    <w:semiHidden/>
    <w:rsid w:val="00757A3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0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obui.com/joblists/%E6%83%A0%E5%B7%9E-%E8%BD%A6%E8%BE%86%E5%B7%A5%E7%A8%8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4</Pages>
  <Words>279</Words>
  <Characters>1595</Characters>
  <Application>Microsoft Office Outlook</Application>
  <DocSecurity>0</DocSecurity>
  <Lines>0</Lines>
  <Paragraphs>0</Paragraphs>
  <ScaleCrop>false</ScaleCrop>
  <Company>微软用户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岗位需求</dc:title>
  <dc:subject/>
  <dc:creator>xhy</dc:creator>
  <cp:keywords/>
  <dc:description/>
  <cp:lastModifiedBy>微软用户</cp:lastModifiedBy>
  <cp:revision>14</cp:revision>
  <dcterms:created xsi:type="dcterms:W3CDTF">2012-10-17T14:10:00Z</dcterms:created>
  <dcterms:modified xsi:type="dcterms:W3CDTF">2012-10-18T02:42:00Z</dcterms:modified>
</cp:coreProperties>
</file>